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МСК-43,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238B7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617789.42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2253632.33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617558.93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2253547.44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617784.65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2252978.34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617401.95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2252838.51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617100.40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2252821.53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617094.97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2252807.07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617097.03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2252807.04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617107.53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2252803.91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617113.38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2252794.66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617116.17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2252780.77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617117.56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2252766.26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617123.72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2252765.65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617127.43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2252742.18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617129.90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2252703.92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617124.35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2252668.08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617113.85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2252607.58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617109.53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2252582.88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617079.26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2252546.47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617031.11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2252476.07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617004.56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2252426.67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617007.03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2252401.97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617003.94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2252372.34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616991.58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2252338.39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616973.69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2252314.31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616962.57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2252318.01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616944.04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2252326.02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616938.21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2252325.81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616950.34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2252187.40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617121.99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2252100.11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617024.59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2251781.14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617138.32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2251701.70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</w:t>
            </w:r>
            <w:r w:rsidRPr="002E6E74">
              <w:rPr>
                <w:sz w:val="18"/>
                <w:szCs w:val="20"/>
              </w:rPr>
              <w:lastRenderedPageBreak/>
              <w:t>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617276.66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2251667.62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617492.85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2252048.56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617732.25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2252223.18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617991.11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2251987.59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618156.89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2252211.54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617947.68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2252336.00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617997.70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2252397.96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618069.00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2252534.18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618191.56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2252786.28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618517.97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2252944.98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618433.93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2253056.30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618627.46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2253142.38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618562.81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2253224.36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618712.66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2253290.31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618825.51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2253369.90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618835.13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2253383.51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618731.55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2253466.75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618713.15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2253513.88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618498.73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2253495.76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618348.72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2253406.12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618087.51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2253174.01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617789.42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2253632.33</w:t>
            </w:r>
          </w:p>
        </w:tc>
        <w:tc>
          <w:tcPr>
            <w:tcW w:w="2134" w:type="dxa"/>
          </w:tcPr>
          <w:p w:rsidR="006E1041" w:rsidRPr="003238B7" w:rsidRDefault="001A68F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8631B7" w:rsidRDefault="008631B7"/>
    <w:sectPr w:rsidR="008631B7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6E0" w:rsidRDefault="00F256E0">
      <w:r>
        <w:separator/>
      </w:r>
    </w:p>
  </w:endnote>
  <w:endnote w:type="continuationSeparator" w:id="1">
    <w:p w:rsidR="00F256E0" w:rsidRDefault="00F256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6E0" w:rsidRDefault="00F256E0">
      <w:r>
        <w:separator/>
      </w:r>
    </w:p>
  </w:footnote>
  <w:footnote w:type="continuationSeparator" w:id="1">
    <w:p w:rsidR="00F256E0" w:rsidRDefault="00F256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238B7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072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631B7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256E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13</TotalTime>
  <Pages>1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UserOK</cp:lastModifiedBy>
  <cp:revision>28</cp:revision>
  <cp:lastPrinted>2021-02-16T06:56:00Z</cp:lastPrinted>
  <dcterms:created xsi:type="dcterms:W3CDTF">2019-02-08T11:42:00Z</dcterms:created>
  <dcterms:modified xsi:type="dcterms:W3CDTF">2021-02-16T06:57:00Z</dcterms:modified>
</cp:coreProperties>
</file>