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2253632.33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617558.93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2253547.44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2252978.34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617401.95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2252838.51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2252821.53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617094.97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2252807.07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617097.03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2252807.04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617107.53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2252803.91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617113.38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2252794.66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617116.17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2252780.77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617117.56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2252766.26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2252765.65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617127.43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2252742.18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2252703.92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2252668.08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617113.85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2252607.58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617109.53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2252582.88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617079.26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2252546.47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617031.11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2252476.07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617004.56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2252426.67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617007.03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2252401.97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617003.94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2252372.34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616991.58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2252338.39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616973.69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2252314.31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616962.57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2252318.01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616944.04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2252326.02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616938.21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2252325.81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616950.34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2252187.40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617121.99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2252100.11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617024.59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2251781.14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617138.32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2251701.70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Метод спутниковых </w:t>
            </w:r>
            <w:r w:rsidRPr="002E6E74">
              <w:rPr>
                <w:sz w:val="18"/>
                <w:szCs w:val="20"/>
              </w:rPr>
              <w:lastRenderedPageBreak/>
              <w:t>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617276.66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2251667.62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617492.85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2252048.56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617732.25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2252223.18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617991.11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2251987.59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618156.89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2252211.54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617947.68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2252336.00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617997.70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2252397.96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618069.00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2252534.18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618191.56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2252786.28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618517.97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2252944.98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618433.93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2253056.30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618627.46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2253142.38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618562.81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2253224.36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618712.66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2253290.31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618825.51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2253369.90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618835.13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2253383.51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618731.55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2253466.75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618713.15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2253513.88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618498.73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2253495.76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618348.72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2253406.12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618087.51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2253174.01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617789.42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2253632.33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6E0727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78AF" w:rsidRDefault="00F778AF">
      <w:r>
        <w:separator/>
      </w:r>
    </w:p>
  </w:endnote>
  <w:endnote w:type="continuationSeparator" w:id="0">
    <w:p w:rsidR="00F778AF" w:rsidRDefault="00F7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78AF" w:rsidRDefault="00F778AF">
      <w:r>
        <w:separator/>
      </w:r>
    </w:p>
  </w:footnote>
  <w:footnote w:type="continuationSeparator" w:id="0">
    <w:p w:rsidR="00F778AF" w:rsidRDefault="00F77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072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11</TotalTime>
  <Pages>4</Pages>
  <Words>575</Words>
  <Characters>4713</Characters>
  <Application>Microsoft Office Word</Application>
  <DocSecurity>0</DocSecurity>
  <Lines>550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Максим Бородин</cp:lastModifiedBy>
  <cp:revision>26</cp:revision>
  <dcterms:created xsi:type="dcterms:W3CDTF">2019-02-08T11:42:00Z</dcterms:created>
  <dcterms:modified xsi:type="dcterms:W3CDTF">2020-07-30T19:43:00Z</dcterms:modified>
</cp:coreProperties>
</file>